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8F4" w:rsidRDefault="00BC78F4" w:rsidP="000D54D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C78F4" w:rsidRPr="000D54D1" w:rsidRDefault="00BC78F4" w:rsidP="000D54D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D54D1">
        <w:rPr>
          <w:rFonts w:ascii="Times New Roman" w:hAnsi="Times New Roman"/>
          <w:b/>
          <w:sz w:val="26"/>
          <w:szCs w:val="26"/>
        </w:rPr>
        <w:t>ДЕКЛАРАЦИЯ</w:t>
      </w:r>
    </w:p>
    <w:p w:rsidR="00BC78F4" w:rsidRPr="000D211C" w:rsidRDefault="00BC78F4" w:rsidP="000D211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D54D1">
        <w:rPr>
          <w:rFonts w:ascii="Times New Roman" w:hAnsi="Times New Roman"/>
          <w:b/>
          <w:sz w:val="26"/>
          <w:szCs w:val="26"/>
        </w:rPr>
        <w:t xml:space="preserve">за конфиденциалност по чл. 33, ал. 4 </w:t>
      </w:r>
      <w:r>
        <w:rPr>
          <w:rFonts w:ascii="Times New Roman" w:hAnsi="Times New Roman"/>
          <w:b/>
          <w:sz w:val="26"/>
          <w:szCs w:val="26"/>
        </w:rPr>
        <w:t xml:space="preserve">от Закона за обществените поръчки </w:t>
      </w:r>
    </w:p>
    <w:p w:rsidR="00BC78F4" w:rsidRDefault="00BC78F4" w:rsidP="00F70B3C">
      <w:pPr>
        <w:tabs>
          <w:tab w:val="left" w:pos="1845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0D54D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ab/>
      </w:r>
    </w:p>
    <w:p w:rsidR="00BC78F4" w:rsidRPr="000D54D1" w:rsidRDefault="00BC78F4" w:rsidP="000D54D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78F4" w:rsidRDefault="00BC78F4" w:rsidP="000D54D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Подписаният/</w:t>
      </w:r>
      <w:r>
        <w:rPr>
          <w:rFonts w:ascii="Times New Roman" w:hAnsi="Times New Roman"/>
          <w:sz w:val="26"/>
          <w:szCs w:val="26"/>
        </w:rPr>
        <w:t>-</w:t>
      </w:r>
      <w:r w:rsidRPr="00771E8E">
        <w:rPr>
          <w:rFonts w:ascii="Times New Roman" w:hAnsi="Times New Roman"/>
          <w:sz w:val="26"/>
          <w:szCs w:val="26"/>
        </w:rPr>
        <w:t xml:space="preserve">ата </w:t>
      </w:r>
      <w:r>
        <w:rPr>
          <w:rFonts w:ascii="Times New Roman" w:hAnsi="Times New Roman"/>
          <w:sz w:val="26"/>
          <w:szCs w:val="26"/>
        </w:rPr>
        <w:t>…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</w:t>
      </w:r>
      <w:r w:rsidRPr="00771E8E">
        <w:rPr>
          <w:rFonts w:ascii="Times New Roman" w:hAnsi="Times New Roman"/>
          <w:sz w:val="26"/>
          <w:szCs w:val="26"/>
        </w:rPr>
        <w:t>...................</w:t>
      </w:r>
      <w:r>
        <w:rPr>
          <w:rFonts w:ascii="Times New Roman" w:hAnsi="Times New Roman"/>
          <w:sz w:val="26"/>
          <w:szCs w:val="26"/>
        </w:rPr>
        <w:t>.</w:t>
      </w:r>
      <w:r w:rsidRPr="00771E8E">
        <w:rPr>
          <w:rFonts w:ascii="Times New Roman" w:hAnsi="Times New Roman"/>
          <w:sz w:val="26"/>
          <w:szCs w:val="26"/>
        </w:rPr>
        <w:t xml:space="preserve">.................. </w:t>
      </w:r>
    </w:p>
    <w:p w:rsidR="00BC78F4" w:rsidRPr="00771E8E" w:rsidRDefault="00BC78F4" w:rsidP="000D211C">
      <w:pPr>
        <w:spacing w:after="0" w:line="240" w:lineRule="auto"/>
        <w:ind w:left="708" w:firstLine="708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(трите имена)</w:t>
      </w:r>
    </w:p>
    <w:p w:rsidR="00BC78F4" w:rsidRDefault="00BC78F4" w:rsidP="000D54D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 xml:space="preserve">данни по документ за самоличност </w:t>
      </w:r>
      <w:r>
        <w:rPr>
          <w:rFonts w:ascii="Times New Roman" w:hAnsi="Times New Roman"/>
          <w:sz w:val="26"/>
          <w:szCs w:val="26"/>
        </w:rPr>
        <w:t>……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</w:t>
      </w:r>
      <w:r>
        <w:rPr>
          <w:rFonts w:ascii="Times New Roman" w:hAnsi="Times New Roman"/>
          <w:sz w:val="26"/>
          <w:szCs w:val="26"/>
        </w:rPr>
        <w:t>....</w:t>
      </w:r>
      <w:r w:rsidRPr="00771E8E">
        <w:rPr>
          <w:rFonts w:ascii="Times New Roman" w:hAnsi="Times New Roman"/>
          <w:sz w:val="26"/>
          <w:szCs w:val="26"/>
        </w:rPr>
        <w:t>.......................</w:t>
      </w:r>
    </w:p>
    <w:p w:rsidR="00BC78F4" w:rsidRPr="00771E8E" w:rsidRDefault="00BC78F4" w:rsidP="000D54D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……………………………………………………………………………………………...</w:t>
      </w:r>
    </w:p>
    <w:p w:rsidR="00BC78F4" w:rsidRPr="00771E8E" w:rsidRDefault="00BC78F4" w:rsidP="000D211C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(номер на лична карта, дата, орган и място на издаването)</w:t>
      </w:r>
    </w:p>
    <w:p w:rsidR="00BC78F4" w:rsidRPr="00771E8E" w:rsidRDefault="00BC78F4" w:rsidP="000D54D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в качеството си на</w:t>
      </w:r>
      <w:r>
        <w:rPr>
          <w:rFonts w:ascii="Times New Roman" w:hAnsi="Times New Roman"/>
          <w:sz w:val="26"/>
          <w:szCs w:val="26"/>
        </w:rPr>
        <w:t xml:space="preserve"> …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</w:t>
      </w:r>
      <w:r w:rsidRPr="00771E8E">
        <w:rPr>
          <w:rFonts w:ascii="Times New Roman" w:hAnsi="Times New Roman"/>
          <w:sz w:val="26"/>
          <w:szCs w:val="26"/>
        </w:rPr>
        <w:t>............</w:t>
      </w:r>
    </w:p>
    <w:p w:rsidR="00BC78F4" w:rsidRPr="00771E8E" w:rsidRDefault="00BC78F4" w:rsidP="000D211C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(длъжност)</w:t>
      </w:r>
    </w:p>
    <w:p w:rsidR="00BC78F4" w:rsidRPr="00771E8E" w:rsidRDefault="00BC78F4" w:rsidP="000D54D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на .........................................................................................................................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</w:t>
      </w:r>
      <w:r w:rsidRPr="00771E8E">
        <w:rPr>
          <w:rFonts w:ascii="Times New Roman" w:hAnsi="Times New Roman"/>
          <w:sz w:val="26"/>
          <w:szCs w:val="26"/>
        </w:rPr>
        <w:t>....</w:t>
      </w:r>
      <w:r>
        <w:rPr>
          <w:rFonts w:ascii="Times New Roman" w:hAnsi="Times New Roman"/>
          <w:sz w:val="26"/>
          <w:szCs w:val="26"/>
        </w:rPr>
        <w:t>.....</w:t>
      </w:r>
      <w:r w:rsidRPr="00771E8E">
        <w:rPr>
          <w:rFonts w:ascii="Times New Roman" w:hAnsi="Times New Roman"/>
          <w:sz w:val="26"/>
          <w:szCs w:val="26"/>
        </w:rPr>
        <w:t>....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C78F4" w:rsidRPr="00771E8E" w:rsidRDefault="00BC78F4" w:rsidP="000D211C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(наименование на участника)</w:t>
      </w:r>
    </w:p>
    <w:p w:rsidR="00BC78F4" w:rsidRPr="00D94F11" w:rsidRDefault="00BC78F4" w:rsidP="000D54D1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r w:rsidRPr="00D94F11">
        <w:rPr>
          <w:rFonts w:ascii="Times New Roman" w:hAnsi="Times New Roman"/>
          <w:sz w:val="26"/>
          <w:szCs w:val="26"/>
        </w:rPr>
        <w:t>ЕИК/БУЛСТАТ 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</w:t>
      </w:r>
      <w:r w:rsidRPr="00D94F11">
        <w:rPr>
          <w:rFonts w:ascii="Times New Roman" w:hAnsi="Times New Roman"/>
          <w:sz w:val="26"/>
          <w:szCs w:val="26"/>
        </w:rPr>
        <w:t xml:space="preserve">....................- </w:t>
      </w:r>
    </w:p>
    <w:p w:rsidR="00BC78F4" w:rsidRPr="00D94F11" w:rsidRDefault="00BC78F4" w:rsidP="00475CF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4F11">
        <w:rPr>
          <w:rFonts w:ascii="Times New Roman" w:hAnsi="Times New Roman"/>
          <w:sz w:val="26"/>
          <w:szCs w:val="26"/>
        </w:rPr>
        <w:t xml:space="preserve">участник в </w:t>
      </w:r>
      <w:r>
        <w:rPr>
          <w:rFonts w:ascii="Times New Roman" w:hAnsi="Times New Roman"/>
          <w:sz w:val="26"/>
          <w:szCs w:val="26"/>
        </w:rPr>
        <w:t>открита пр</w:t>
      </w:r>
      <w:r w:rsidRPr="00D94F11">
        <w:rPr>
          <w:rFonts w:ascii="Times New Roman" w:hAnsi="Times New Roman"/>
          <w:sz w:val="26"/>
          <w:szCs w:val="26"/>
        </w:rPr>
        <w:t xml:space="preserve">оцедура </w:t>
      </w:r>
      <w:r>
        <w:rPr>
          <w:rFonts w:ascii="Times New Roman" w:hAnsi="Times New Roman"/>
          <w:sz w:val="26"/>
          <w:szCs w:val="26"/>
        </w:rPr>
        <w:t xml:space="preserve">с прилагане на опростени правила </w:t>
      </w:r>
      <w:r w:rsidRPr="00D94F11">
        <w:rPr>
          <w:rFonts w:ascii="Times New Roman" w:hAnsi="Times New Roman"/>
          <w:sz w:val="26"/>
          <w:szCs w:val="26"/>
        </w:rPr>
        <w:t xml:space="preserve">за възлагане на обществена поръчка с предмет: </w:t>
      </w:r>
      <w:r w:rsidRPr="00D94F11">
        <w:rPr>
          <w:rFonts w:ascii="Times New Roman" w:hAnsi="Times New Roman"/>
          <w:b/>
          <w:sz w:val="26"/>
          <w:szCs w:val="26"/>
        </w:rPr>
        <w:t>„Строително–монтажни работи (СМР) на имоти - общинска собственост на територията на Община Лясковец”,</w:t>
      </w:r>
    </w:p>
    <w:p w:rsidR="00BC78F4" w:rsidRPr="00D94F11" w:rsidRDefault="00BC78F4" w:rsidP="000D54D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94F11">
        <w:rPr>
          <w:rFonts w:ascii="Times New Roman" w:hAnsi="Times New Roman"/>
          <w:sz w:val="26"/>
          <w:szCs w:val="26"/>
        </w:rPr>
        <w:t xml:space="preserve"> </w:t>
      </w:r>
    </w:p>
    <w:p w:rsidR="00BC78F4" w:rsidRPr="00D94F11" w:rsidRDefault="00BC78F4" w:rsidP="000D54D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94F11">
        <w:rPr>
          <w:rFonts w:ascii="Times New Roman" w:hAnsi="Times New Roman"/>
          <w:b/>
          <w:sz w:val="26"/>
          <w:szCs w:val="26"/>
        </w:rPr>
        <w:t>ДЕКЛАРИРАМ:</w:t>
      </w:r>
    </w:p>
    <w:p w:rsidR="00BC78F4" w:rsidRPr="00D94F11" w:rsidRDefault="00BC78F4" w:rsidP="000D54D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94F11">
        <w:rPr>
          <w:rFonts w:ascii="Times New Roman" w:hAnsi="Times New Roman"/>
          <w:sz w:val="26"/>
          <w:szCs w:val="26"/>
        </w:rPr>
        <w:t xml:space="preserve"> </w:t>
      </w:r>
    </w:p>
    <w:p w:rsidR="00BC78F4" w:rsidRDefault="00BC78F4" w:rsidP="000D54D1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94F11">
        <w:rPr>
          <w:rFonts w:ascii="Times New Roman" w:hAnsi="Times New Roman"/>
          <w:sz w:val="26"/>
          <w:szCs w:val="26"/>
        </w:rPr>
        <w:t>Информацията, съдържаща се в ....................</w:t>
      </w:r>
      <w:r>
        <w:rPr>
          <w:rFonts w:ascii="Times New Roman" w:hAnsi="Times New Roman"/>
          <w:sz w:val="26"/>
          <w:szCs w:val="26"/>
        </w:rPr>
        <w:t>..............................................</w:t>
      </w:r>
      <w:r w:rsidRPr="00D94F11">
        <w:rPr>
          <w:rFonts w:ascii="Times New Roman" w:hAnsi="Times New Roman"/>
          <w:sz w:val="26"/>
          <w:szCs w:val="26"/>
        </w:rPr>
        <w:t xml:space="preserve">...... </w:t>
      </w:r>
    </w:p>
    <w:p w:rsidR="00BC78F4" w:rsidRDefault="00BC78F4" w:rsidP="00F53AF8">
      <w:pPr>
        <w:pStyle w:val="ListParagraph"/>
        <w:tabs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  <w:t xml:space="preserve">        </w:t>
      </w:r>
      <w:r w:rsidRPr="00D94F11">
        <w:rPr>
          <w:rFonts w:ascii="Times New Roman" w:hAnsi="Times New Roman"/>
          <w:i/>
          <w:sz w:val="20"/>
          <w:szCs w:val="20"/>
        </w:rPr>
        <w:t>(посочват се конкретна част/части от</w:t>
      </w:r>
      <w:r w:rsidRPr="000D54D1">
        <w:rPr>
          <w:rFonts w:ascii="Times New Roman" w:hAnsi="Times New Roman"/>
          <w:i/>
          <w:sz w:val="20"/>
          <w:szCs w:val="20"/>
        </w:rPr>
        <w:t xml:space="preserve"> техническото предложение)</w:t>
      </w:r>
    </w:p>
    <w:p w:rsidR="00BC78F4" w:rsidRDefault="00BC78F4" w:rsidP="00F53AF8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0D54D1">
        <w:rPr>
          <w:rFonts w:ascii="Times New Roman" w:hAnsi="Times New Roman"/>
          <w:sz w:val="26"/>
          <w:szCs w:val="26"/>
        </w:rPr>
        <w:t>от техническото ни предложение, да се счита за конфиденциална, тъй като съдържа технически и/или търговски тайни</w:t>
      </w:r>
      <w:r>
        <w:rPr>
          <w:rFonts w:ascii="Times New Roman" w:hAnsi="Times New Roman"/>
          <w:sz w:val="26"/>
          <w:szCs w:val="26"/>
        </w:rPr>
        <w:t>.</w:t>
      </w:r>
    </w:p>
    <w:p w:rsidR="00BC78F4" w:rsidRPr="000D54D1" w:rsidRDefault="00BC78F4" w:rsidP="00F53AF8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0"/>
          <w:szCs w:val="20"/>
        </w:rPr>
        <w:t xml:space="preserve">           </w:t>
      </w:r>
      <w:r w:rsidRPr="000D54D1">
        <w:rPr>
          <w:rFonts w:ascii="Times New Roman" w:hAnsi="Times New Roman"/>
          <w:i/>
          <w:sz w:val="20"/>
          <w:szCs w:val="20"/>
        </w:rPr>
        <w:t>(вярното се подчертава).</w:t>
      </w:r>
    </w:p>
    <w:p w:rsidR="00BC78F4" w:rsidRPr="000D54D1" w:rsidRDefault="00BC78F4" w:rsidP="000D54D1">
      <w:pPr>
        <w:pStyle w:val="ListParagraph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BC78F4" w:rsidRPr="000D54D1" w:rsidRDefault="00BC78F4" w:rsidP="000D54D1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D54D1">
        <w:rPr>
          <w:rFonts w:ascii="Times New Roman" w:hAnsi="Times New Roman"/>
          <w:sz w:val="26"/>
          <w:szCs w:val="26"/>
        </w:rPr>
        <w:t>Не бихме желали информацията по т. 1 да бъде разкривана от възложителя, освен в предвидените от закона случаи.</w:t>
      </w:r>
    </w:p>
    <w:p w:rsidR="00BC78F4" w:rsidRDefault="00BC78F4" w:rsidP="000D54D1">
      <w:pPr>
        <w:pStyle w:val="ListParagraph"/>
        <w:jc w:val="both"/>
        <w:rPr>
          <w:rFonts w:ascii="Times New Roman" w:hAnsi="Times New Roman"/>
          <w:sz w:val="26"/>
          <w:szCs w:val="26"/>
        </w:rPr>
      </w:pPr>
    </w:p>
    <w:p w:rsidR="00BC78F4" w:rsidRPr="00E95C71" w:rsidRDefault="00BC78F4" w:rsidP="00B7482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>....................... г.</w:t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  <w:t>Подпис и печат: ..................................</w:t>
      </w:r>
    </w:p>
    <w:p w:rsidR="00BC78F4" w:rsidRPr="00E95C71" w:rsidRDefault="00BC78F4" w:rsidP="00B74821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  <w:t xml:space="preserve">Име и фамилия: .................................. </w:t>
      </w:r>
    </w:p>
    <w:p w:rsidR="00BC78F4" w:rsidRPr="00E95C71" w:rsidRDefault="00BC78F4" w:rsidP="00B74821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  <w:t xml:space="preserve">                                 Длъжност:……………………………</w:t>
      </w:r>
    </w:p>
    <w:p w:rsidR="00BC78F4" w:rsidRPr="00B74821" w:rsidRDefault="00BC78F4" w:rsidP="00B74821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6"/>
          <w:szCs w:val="26"/>
        </w:rPr>
      </w:pPr>
    </w:p>
    <w:p w:rsidR="00BC78F4" w:rsidRDefault="00BC78F4" w:rsidP="00B7482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</w:rPr>
      </w:pPr>
    </w:p>
    <w:p w:rsidR="00BC78F4" w:rsidRPr="00B74821" w:rsidRDefault="00BC78F4" w:rsidP="00B7482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</w:rPr>
      </w:pPr>
      <w:r w:rsidRPr="00B74821">
        <w:rPr>
          <w:rFonts w:ascii="Times New Roman" w:hAnsi="Times New Roman"/>
          <w:b/>
          <w:bCs/>
          <w:i/>
          <w:iCs/>
        </w:rPr>
        <w:t xml:space="preserve">Забележка: </w:t>
      </w:r>
    </w:p>
    <w:p w:rsidR="00BC78F4" w:rsidRPr="00B74821" w:rsidRDefault="00BC78F4" w:rsidP="00B74821">
      <w:pPr>
        <w:pStyle w:val="ListParagraph"/>
        <w:ind w:left="0" w:firstLine="720"/>
        <w:jc w:val="both"/>
        <w:rPr>
          <w:rFonts w:ascii="Times New Roman" w:hAnsi="Times New Roman"/>
          <w:i/>
          <w:iCs/>
          <w:sz w:val="26"/>
          <w:szCs w:val="26"/>
        </w:rPr>
      </w:pPr>
      <w:r w:rsidRPr="00B74821">
        <w:rPr>
          <w:rFonts w:ascii="Times New Roman" w:hAnsi="Times New Roman"/>
          <w:i/>
          <w:iCs/>
        </w:rPr>
        <w:t xml:space="preserve">Документът </w:t>
      </w:r>
      <w:r w:rsidRPr="00D36C81">
        <w:rPr>
          <w:rFonts w:ascii="Times New Roman" w:hAnsi="Times New Roman"/>
          <w:b/>
          <w:i/>
          <w:iCs/>
        </w:rPr>
        <w:t>не е</w:t>
      </w:r>
      <w:r w:rsidRPr="00B74821">
        <w:rPr>
          <w:rFonts w:ascii="Times New Roman" w:hAnsi="Times New Roman"/>
          <w:i/>
          <w:iCs/>
        </w:rPr>
        <w:t xml:space="preserve"> задължителна част от офертата и се попълва по преценка на участника, като се поставя </w:t>
      </w:r>
      <w:r w:rsidRPr="00D36C81">
        <w:rPr>
          <w:rFonts w:ascii="Times New Roman" w:hAnsi="Times New Roman"/>
          <w:b/>
          <w:i/>
          <w:iCs/>
        </w:rPr>
        <w:t>в Плик № 2</w:t>
      </w:r>
      <w:r w:rsidRPr="00B74821">
        <w:rPr>
          <w:rFonts w:ascii="Times New Roman" w:hAnsi="Times New Roman"/>
          <w:i/>
          <w:iCs/>
        </w:rPr>
        <w:t xml:space="preserve"> от офертата на участника</w:t>
      </w:r>
    </w:p>
    <w:sectPr w:rsidR="00BC78F4" w:rsidRPr="00B74821" w:rsidSect="00F53AF8">
      <w:headerReference w:type="default" r:id="rId7"/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8F4" w:rsidRDefault="00BC78F4" w:rsidP="000D54D1">
      <w:pPr>
        <w:spacing w:after="0" w:line="240" w:lineRule="auto"/>
      </w:pPr>
      <w:r>
        <w:separator/>
      </w:r>
    </w:p>
  </w:endnote>
  <w:endnote w:type="continuationSeparator" w:id="1">
    <w:p w:rsidR="00BC78F4" w:rsidRDefault="00BC78F4" w:rsidP="000D5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8F4" w:rsidRPr="00D94F11" w:rsidRDefault="00BC78F4" w:rsidP="00D94F11">
    <w:pPr>
      <w:pStyle w:val="Footer"/>
      <w:rPr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8F4" w:rsidRDefault="00BC78F4" w:rsidP="000D54D1">
      <w:pPr>
        <w:spacing w:after="0" w:line="240" w:lineRule="auto"/>
      </w:pPr>
      <w:r>
        <w:separator/>
      </w:r>
    </w:p>
  </w:footnote>
  <w:footnote w:type="continuationSeparator" w:id="1">
    <w:p w:rsidR="00BC78F4" w:rsidRDefault="00BC78F4" w:rsidP="000D5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8F4" w:rsidRPr="000D54D1" w:rsidRDefault="00BC78F4" w:rsidP="000D54D1">
    <w:pPr>
      <w:spacing w:after="0" w:line="240" w:lineRule="auto"/>
      <w:jc w:val="right"/>
      <w:rPr>
        <w:rFonts w:ascii="Times New Roman" w:hAnsi="Times New Roman"/>
        <w:b/>
        <w:sz w:val="26"/>
        <w:szCs w:val="26"/>
      </w:rPr>
    </w:pPr>
    <w:r w:rsidRPr="000D54D1">
      <w:rPr>
        <w:rFonts w:ascii="Times New Roman" w:hAnsi="Times New Roman"/>
        <w:b/>
        <w:sz w:val="26"/>
        <w:szCs w:val="26"/>
      </w:rPr>
      <w:t xml:space="preserve">Образец № </w:t>
    </w:r>
    <w:r>
      <w:rPr>
        <w:rFonts w:ascii="Times New Roman" w:hAnsi="Times New Roman"/>
        <w:b/>
        <w:sz w:val="26"/>
        <w:szCs w:val="26"/>
      </w:rPr>
      <w:t>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4C1531"/>
    <w:multiLevelType w:val="hybridMultilevel"/>
    <w:tmpl w:val="2284A416"/>
    <w:lvl w:ilvl="0" w:tplc="D8502246">
      <w:start w:val="1"/>
      <w:numFmt w:val="decimal"/>
      <w:lvlText w:val="%1."/>
      <w:lvlJc w:val="left"/>
      <w:pPr>
        <w:ind w:left="1654" w:hanging="945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5DF8369F"/>
    <w:multiLevelType w:val="hybridMultilevel"/>
    <w:tmpl w:val="B9CEB6E4"/>
    <w:lvl w:ilvl="0" w:tplc="F514B694">
      <w:start w:val="1"/>
      <w:numFmt w:val="decimal"/>
      <w:lvlText w:val="(%1)"/>
      <w:lvlJc w:val="left"/>
      <w:pPr>
        <w:ind w:left="1068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66EE162B"/>
    <w:multiLevelType w:val="hybridMultilevel"/>
    <w:tmpl w:val="34481296"/>
    <w:lvl w:ilvl="0" w:tplc="3DA653BE">
      <w:start w:val="1"/>
      <w:numFmt w:val="decimal"/>
      <w:lvlText w:val="(%1)"/>
      <w:lvlJc w:val="left"/>
      <w:pPr>
        <w:ind w:left="411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483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555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627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699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771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843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915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987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3DE0"/>
    <w:rsid w:val="000523D3"/>
    <w:rsid w:val="00063DE0"/>
    <w:rsid w:val="00084660"/>
    <w:rsid w:val="00095844"/>
    <w:rsid w:val="000A5FCF"/>
    <w:rsid w:val="000C1B31"/>
    <w:rsid w:val="000D211C"/>
    <w:rsid w:val="000D54D1"/>
    <w:rsid w:val="00195D29"/>
    <w:rsid w:val="001C1E2B"/>
    <w:rsid w:val="001C42E0"/>
    <w:rsid w:val="002573AC"/>
    <w:rsid w:val="00286AAC"/>
    <w:rsid w:val="002B2AA8"/>
    <w:rsid w:val="002C3D9E"/>
    <w:rsid w:val="00366C23"/>
    <w:rsid w:val="00390652"/>
    <w:rsid w:val="004159F3"/>
    <w:rsid w:val="00475CFB"/>
    <w:rsid w:val="004836C2"/>
    <w:rsid w:val="004A347D"/>
    <w:rsid w:val="004D49E5"/>
    <w:rsid w:val="004E5577"/>
    <w:rsid w:val="00551660"/>
    <w:rsid w:val="006F140E"/>
    <w:rsid w:val="00771E8E"/>
    <w:rsid w:val="00810242"/>
    <w:rsid w:val="00821F22"/>
    <w:rsid w:val="00835D19"/>
    <w:rsid w:val="0089688A"/>
    <w:rsid w:val="008B088D"/>
    <w:rsid w:val="008E0CCD"/>
    <w:rsid w:val="008E4238"/>
    <w:rsid w:val="00931F5C"/>
    <w:rsid w:val="00943B50"/>
    <w:rsid w:val="009E053B"/>
    <w:rsid w:val="009E5B35"/>
    <w:rsid w:val="009E727A"/>
    <w:rsid w:val="009F5AD3"/>
    <w:rsid w:val="00AC4863"/>
    <w:rsid w:val="00B00B64"/>
    <w:rsid w:val="00B72FE6"/>
    <w:rsid w:val="00B74821"/>
    <w:rsid w:val="00BB3D2A"/>
    <w:rsid w:val="00BC78F4"/>
    <w:rsid w:val="00BD05D0"/>
    <w:rsid w:val="00BE7FCA"/>
    <w:rsid w:val="00C11690"/>
    <w:rsid w:val="00C16056"/>
    <w:rsid w:val="00C67044"/>
    <w:rsid w:val="00D32C0D"/>
    <w:rsid w:val="00D36C81"/>
    <w:rsid w:val="00D83080"/>
    <w:rsid w:val="00D94F11"/>
    <w:rsid w:val="00DC4C3C"/>
    <w:rsid w:val="00DE7C59"/>
    <w:rsid w:val="00DF6203"/>
    <w:rsid w:val="00E06657"/>
    <w:rsid w:val="00E22EBF"/>
    <w:rsid w:val="00E95C71"/>
    <w:rsid w:val="00EA58CD"/>
    <w:rsid w:val="00EC18FC"/>
    <w:rsid w:val="00EC2D1F"/>
    <w:rsid w:val="00F105F2"/>
    <w:rsid w:val="00F1152D"/>
    <w:rsid w:val="00F34545"/>
    <w:rsid w:val="00F44FBA"/>
    <w:rsid w:val="00F53AF8"/>
    <w:rsid w:val="00F6083A"/>
    <w:rsid w:val="00F70B3C"/>
    <w:rsid w:val="00FE2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C3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E7F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0D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D54D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0D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D54D1"/>
    <w:rPr>
      <w:rFonts w:cs="Times New Roman"/>
    </w:rPr>
  </w:style>
  <w:style w:type="paragraph" w:styleId="ListParagraph">
    <w:name w:val="List Paragraph"/>
    <w:basedOn w:val="Normal"/>
    <w:uiPriority w:val="99"/>
    <w:qFormat/>
    <w:rsid w:val="000D54D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810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02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7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1</Pages>
  <Words>281</Words>
  <Characters>1607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Obshtina</dc:creator>
  <cp:keywords/>
  <dc:description/>
  <cp:lastModifiedBy>Obshtina</cp:lastModifiedBy>
  <cp:revision>15</cp:revision>
  <dcterms:created xsi:type="dcterms:W3CDTF">2015-01-28T08:22:00Z</dcterms:created>
  <dcterms:modified xsi:type="dcterms:W3CDTF">2016-04-11T08:46:00Z</dcterms:modified>
</cp:coreProperties>
</file>